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C64" w:rsidRDefault="00307C64" w:rsidP="00AE3AA1">
      <w:pPr>
        <w:jc w:val="center"/>
        <w:rPr>
          <w:i/>
          <w:sz w:val="48"/>
          <w:szCs w:val="48"/>
        </w:rPr>
      </w:pPr>
      <w:r w:rsidRPr="00EC61DD">
        <w:rPr>
          <w:i/>
          <w:sz w:val="48"/>
          <w:szCs w:val="48"/>
        </w:rPr>
        <w:t>Food Presentations</w:t>
      </w:r>
    </w:p>
    <w:p w:rsidR="00307C64" w:rsidRDefault="00307C64" w:rsidP="00AE3AA1">
      <w:pPr>
        <w:rPr>
          <w:i/>
          <w:sz w:val="32"/>
          <w:szCs w:val="32"/>
        </w:rPr>
      </w:pPr>
      <w:r>
        <w:rPr>
          <w:i/>
          <w:sz w:val="32"/>
          <w:szCs w:val="32"/>
        </w:rPr>
        <w:t xml:space="preserve">Food is one of the most important parts of any culture.  Indeed, one of your most interesting experiences living abroad will be learning about the culture through their cuisine.  To prepare you for this experience, </w:t>
      </w:r>
      <w:smartTag w:uri="urn:schemas-microsoft-com:office:smarttags" w:element="PersonName">
        <w:smartTag w:uri="urn:schemas:contacts" w:element="title">
          <w:r>
            <w:rPr>
              <w:i/>
              <w:sz w:val="32"/>
              <w:szCs w:val="32"/>
            </w:rPr>
            <w:t>Mrs.</w:t>
          </w:r>
        </w:smartTag>
        <w:r>
          <w:rPr>
            <w:i/>
            <w:sz w:val="32"/>
            <w:szCs w:val="32"/>
          </w:rPr>
          <w:t xml:space="preserve"> </w:t>
        </w:r>
        <w:smartTag w:uri="urn:schemas:contacts" w:element="Sn">
          <w:r>
            <w:rPr>
              <w:i/>
              <w:sz w:val="32"/>
              <w:szCs w:val="32"/>
            </w:rPr>
            <w:t>Sulkey</w:t>
          </w:r>
        </w:smartTag>
      </w:smartTag>
      <w:r>
        <w:rPr>
          <w:i/>
          <w:sz w:val="32"/>
          <w:szCs w:val="32"/>
        </w:rPr>
        <w:t xml:space="preserve">, a gastronomically gifted </w:t>
      </w:r>
      <w:smartTag w:uri="urn:schemas:contacts" w:element="Sn">
        <w:r>
          <w:rPr>
            <w:i/>
            <w:sz w:val="32"/>
            <w:szCs w:val="32"/>
          </w:rPr>
          <w:t>Talbot</w:t>
        </w:r>
      </w:smartTag>
      <w:r>
        <w:rPr>
          <w:i/>
          <w:sz w:val="32"/>
          <w:szCs w:val="32"/>
        </w:rPr>
        <w:t xml:space="preserve">, will introduce you to your country’s cuisine.  To get ready for </w:t>
      </w:r>
      <w:smartTag w:uri="urn:schemas-microsoft-com:office:smarttags" w:element="PersonName">
        <w:smartTag w:uri="urn:schemas:contacts" w:element="title">
          <w:r>
            <w:rPr>
              <w:i/>
              <w:sz w:val="32"/>
              <w:szCs w:val="32"/>
            </w:rPr>
            <w:t>Mrs.</w:t>
          </w:r>
        </w:smartTag>
        <w:r>
          <w:rPr>
            <w:i/>
            <w:sz w:val="32"/>
            <w:szCs w:val="32"/>
          </w:rPr>
          <w:t xml:space="preserve"> </w:t>
        </w:r>
        <w:smartTag w:uri="urn:schemas:contacts" w:element="Sn">
          <w:r>
            <w:rPr>
              <w:i/>
              <w:sz w:val="32"/>
              <w:szCs w:val="32"/>
            </w:rPr>
            <w:t>Sulkey</w:t>
          </w:r>
        </w:smartTag>
      </w:smartTag>
      <w:r>
        <w:rPr>
          <w:i/>
          <w:sz w:val="32"/>
          <w:szCs w:val="32"/>
        </w:rPr>
        <w:t>, please research the following topics.  Answer these questions with complete sentences and upload to the Wiki when you are finished.---M.H.</w:t>
      </w:r>
    </w:p>
    <w:p w:rsidR="00307C64" w:rsidRPr="000C3BAE" w:rsidRDefault="00307C64" w:rsidP="00AE3AA1">
      <w:pPr>
        <w:rPr>
          <w:rFonts w:ascii="Times New Roman" w:hAnsi="Times New Roman"/>
          <w:sz w:val="24"/>
          <w:szCs w:val="24"/>
        </w:rPr>
      </w:pPr>
      <w:r>
        <w:rPr>
          <w:sz w:val="32"/>
          <w:szCs w:val="32"/>
        </w:rPr>
        <w:t>1.  What foods are commonly eaten?</w:t>
      </w:r>
      <w:r w:rsidRPr="000C3BAE">
        <w:t xml:space="preserve"> </w:t>
      </w:r>
      <w:r w:rsidRPr="000C3BAE">
        <w:rPr>
          <w:rFonts w:ascii="Times New Roman" w:hAnsi="Times New Roman"/>
          <w:sz w:val="24"/>
          <w:szCs w:val="24"/>
        </w:rPr>
        <w:t>The typical Egyptian foods are rice, Pita bread (aysh) and fava beans.</w:t>
      </w:r>
    </w:p>
    <w:p w:rsidR="00307C64" w:rsidRDefault="00307C64" w:rsidP="00AE3AA1">
      <w:pPr>
        <w:rPr>
          <w:sz w:val="32"/>
          <w:szCs w:val="32"/>
        </w:rPr>
      </w:pPr>
      <w:r>
        <w:rPr>
          <w:sz w:val="32"/>
          <w:szCs w:val="32"/>
        </w:rPr>
        <w:t xml:space="preserve">2.  What does a typical breakfast consist of?  Lunch?  Dinner?  At what times are these meals eaten? </w:t>
      </w:r>
      <w:r w:rsidRPr="000C3BAE">
        <w:rPr>
          <w:rFonts w:ascii="Times New Roman" w:hAnsi="Times New Roman"/>
          <w:sz w:val="24"/>
          <w:szCs w:val="24"/>
        </w:rPr>
        <w:t>Breakfast consists of</w:t>
      </w:r>
      <w:r>
        <w:rPr>
          <w:rFonts w:ascii="Times New Roman" w:hAnsi="Times New Roman"/>
          <w:sz w:val="24"/>
          <w:szCs w:val="24"/>
        </w:rPr>
        <w:t xml:space="preserve"> a fava bean dish, tea and eggs. Breakfast is usually when they wake up. Lunch usually consists of salads and is served around 2:30. dinner is served at 10 and usually consists of chicken or hummis.</w:t>
      </w:r>
    </w:p>
    <w:p w:rsidR="00307C64" w:rsidRDefault="00307C64" w:rsidP="00AE3AA1">
      <w:pPr>
        <w:rPr>
          <w:sz w:val="32"/>
          <w:szCs w:val="32"/>
        </w:rPr>
      </w:pPr>
      <w:r>
        <w:rPr>
          <w:sz w:val="32"/>
          <w:szCs w:val="32"/>
        </w:rPr>
        <w:t>3.  What are some (at least two) famous recipes from your country?</w:t>
      </w:r>
    </w:p>
    <w:p w:rsidR="00307C64" w:rsidRPr="00B041FE" w:rsidRDefault="00307C64" w:rsidP="00AE3AA1">
      <w:pPr>
        <w:rPr>
          <w:rFonts w:ascii="Times New Roman" w:hAnsi="Times New Roman"/>
          <w:sz w:val="24"/>
          <w:szCs w:val="24"/>
        </w:rPr>
      </w:pPr>
      <w:r>
        <w:rPr>
          <w:rFonts w:ascii="Times New Roman" w:hAnsi="Times New Roman"/>
          <w:sz w:val="24"/>
          <w:szCs w:val="24"/>
        </w:rPr>
        <w:t>Some famous recipes are hummus and pita bread.</w:t>
      </w:r>
    </w:p>
    <w:p w:rsidR="00307C64" w:rsidRDefault="00307C64" w:rsidP="00AE3AA1">
      <w:pPr>
        <w:rPr>
          <w:sz w:val="32"/>
          <w:szCs w:val="32"/>
        </w:rPr>
      </w:pPr>
      <w:r>
        <w:rPr>
          <w:sz w:val="32"/>
          <w:szCs w:val="32"/>
        </w:rPr>
        <w:t>4.  What are some foods from this country that are commonly eaten in your country?  Are the foods prepared differently here than in this country?</w:t>
      </w:r>
    </w:p>
    <w:p w:rsidR="00307C64" w:rsidRPr="00B041FE" w:rsidRDefault="00307C64" w:rsidP="00AE3AA1">
      <w:pPr>
        <w:rPr>
          <w:rFonts w:ascii="Times New Roman" w:hAnsi="Times New Roman"/>
          <w:sz w:val="24"/>
          <w:szCs w:val="24"/>
        </w:rPr>
      </w:pPr>
      <w:r>
        <w:rPr>
          <w:rFonts w:ascii="Times New Roman" w:hAnsi="Times New Roman"/>
          <w:sz w:val="24"/>
          <w:szCs w:val="24"/>
        </w:rPr>
        <w:t xml:space="preserve">Pita bread is eaten in the </w:t>
      </w:r>
      <w:smartTag w:uri="urn:schemas-microsoft-com:office:smarttags" w:element="place">
        <w:smartTag w:uri="urn:schemas-microsoft-com:office:smarttags" w:element="country-region">
          <w:r>
            <w:rPr>
              <w:rFonts w:ascii="Times New Roman" w:hAnsi="Times New Roman"/>
              <w:sz w:val="24"/>
              <w:szCs w:val="24"/>
            </w:rPr>
            <w:t>USA</w:t>
          </w:r>
        </w:smartTag>
      </w:smartTag>
      <w:r>
        <w:rPr>
          <w:rFonts w:ascii="Times New Roman" w:hAnsi="Times New Roman"/>
          <w:sz w:val="24"/>
          <w:szCs w:val="24"/>
        </w:rPr>
        <w:t xml:space="preserve"> occasionally and tea is often drunk here.</w:t>
      </w:r>
    </w:p>
    <w:p w:rsidR="00307C64" w:rsidRDefault="00307C64" w:rsidP="00AE3AA1">
      <w:pPr>
        <w:rPr>
          <w:sz w:val="32"/>
          <w:szCs w:val="32"/>
        </w:rPr>
      </w:pPr>
      <w:r>
        <w:rPr>
          <w:sz w:val="32"/>
          <w:szCs w:val="32"/>
        </w:rPr>
        <w:t>5.  What is your personal opinion of this country’s food?  What looks appetizing?  What looks repulsive?  How do you think you are going to do eating this food every day?</w:t>
      </w:r>
    </w:p>
    <w:p w:rsidR="00307C64" w:rsidRPr="00D55C9C" w:rsidRDefault="00307C64" w:rsidP="00AE3AA1">
      <w:pPr>
        <w:rPr>
          <w:sz w:val="32"/>
          <w:szCs w:val="32"/>
        </w:rPr>
      </w:pPr>
      <w:r>
        <w:rPr>
          <w:sz w:val="32"/>
          <w:szCs w:val="32"/>
        </w:rPr>
        <w:t>6.  Create your group’s visual.  This could be a posterboard, a Powerpoint, or a Glogster, for example.</w:t>
      </w:r>
    </w:p>
    <w:p w:rsidR="00307C64" w:rsidRDefault="00307C64" w:rsidP="00AE3AA1"/>
    <w:p w:rsidR="00307C64" w:rsidRDefault="00307C64"/>
    <w:sectPr w:rsidR="00307C64" w:rsidSect="00EC61DD">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C64" w:rsidRDefault="00307C64" w:rsidP="00F85223">
      <w:pPr>
        <w:spacing w:after="0" w:line="240" w:lineRule="auto"/>
      </w:pPr>
      <w:r>
        <w:separator/>
      </w:r>
    </w:p>
  </w:endnote>
  <w:endnote w:type="continuationSeparator" w:id="0">
    <w:p w:rsidR="00307C64" w:rsidRDefault="00307C64" w:rsidP="00F852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C64" w:rsidRDefault="00307C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C64" w:rsidRDefault="00307C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C64" w:rsidRDefault="00307C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C64" w:rsidRDefault="00307C64" w:rsidP="00F85223">
      <w:pPr>
        <w:spacing w:after="0" w:line="240" w:lineRule="auto"/>
      </w:pPr>
      <w:r>
        <w:separator/>
      </w:r>
    </w:p>
  </w:footnote>
  <w:footnote w:type="continuationSeparator" w:id="0">
    <w:p w:rsidR="00307C64" w:rsidRDefault="00307C64" w:rsidP="00F852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C64" w:rsidRDefault="00307C6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4"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C64" w:rsidRDefault="00307C6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5"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C64" w:rsidRDefault="00307C6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3"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3AA1"/>
    <w:rsid w:val="00074754"/>
    <w:rsid w:val="000C3BAE"/>
    <w:rsid w:val="00307C64"/>
    <w:rsid w:val="00480D71"/>
    <w:rsid w:val="00585F03"/>
    <w:rsid w:val="00AE3AA1"/>
    <w:rsid w:val="00B041FE"/>
    <w:rsid w:val="00D55C9C"/>
    <w:rsid w:val="00EC61DD"/>
    <w:rsid w:val="00F43951"/>
    <w:rsid w:val="00F852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titl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A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E3A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E3AA1"/>
    <w:rPr>
      <w:rFonts w:cs="Times New Roman"/>
    </w:rPr>
  </w:style>
  <w:style w:type="paragraph" w:styleId="Footer">
    <w:name w:val="footer"/>
    <w:basedOn w:val="Normal"/>
    <w:link w:val="FooterChar"/>
    <w:uiPriority w:val="99"/>
    <w:rsid w:val="00AE3A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E3AA1"/>
    <w:rPr>
      <w:rFonts w:cs="Times New Roman"/>
    </w:rPr>
  </w:style>
  <w:style w:type="character" w:styleId="Hyperlink">
    <w:name w:val="Hyperlink"/>
    <w:basedOn w:val="DefaultParagraphFont"/>
    <w:uiPriority w:val="99"/>
    <w:rsid w:val="000C3BA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0512865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228</Words>
  <Characters>1305</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Presentations</dc:title>
  <dc:subject/>
  <dc:creator>teacher</dc:creator>
  <cp:keywords/>
  <dc:description/>
  <cp:lastModifiedBy>J Huber</cp:lastModifiedBy>
  <cp:revision>2</cp:revision>
  <dcterms:created xsi:type="dcterms:W3CDTF">2011-11-28T21:10:00Z</dcterms:created>
  <dcterms:modified xsi:type="dcterms:W3CDTF">2011-11-28T21:10:00Z</dcterms:modified>
</cp:coreProperties>
</file>